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81A1D89F4A24DB1BBEDD0FC8A01BD9B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5F31FC" w:rsidP="00CF0EF4">
          <w:pPr>
            <w:pStyle w:val="Tituldatum"/>
          </w:pPr>
          <w:r w:rsidRPr="005F31FC">
            <w:rPr>
              <w:rStyle w:val="Nzevakce"/>
            </w:rPr>
            <w:t xml:space="preserve">Rekonstrukce </w:t>
          </w:r>
          <w:r w:rsidR="00D421BB">
            <w:rPr>
              <w:rStyle w:val="Nzevakce"/>
            </w:rPr>
            <w:t>ŽST</w:t>
          </w:r>
          <w:r w:rsidRPr="005F31FC">
            <w:rPr>
              <w:rStyle w:val="Nzevakce"/>
            </w:rPr>
            <w:t xml:space="preserve"> Vsetín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443992">
        <w:t>31</w:t>
      </w:r>
      <w:r w:rsidR="005F31FC">
        <w:t>. 3. 2021</w:t>
      </w:r>
    </w:p>
    <w:p w:rsidR="00826B7B" w:rsidRDefault="00826B7B">
      <w:r>
        <w:br w:type="page"/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197BCC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551053" w:history="1">
        <w:r w:rsidR="00197BCC" w:rsidRPr="00CC2DE7">
          <w:rPr>
            <w:rStyle w:val="Hypertextovodkaz"/>
          </w:rPr>
          <w:t>SEZNAM ZKRATEK</w:t>
        </w:r>
        <w:r w:rsidR="00197BCC">
          <w:rPr>
            <w:noProof/>
            <w:webHidden/>
          </w:rPr>
          <w:tab/>
        </w:r>
        <w:r w:rsidR="00197BCC">
          <w:rPr>
            <w:noProof/>
            <w:webHidden/>
          </w:rPr>
          <w:fldChar w:fldCharType="begin"/>
        </w:r>
        <w:r w:rsidR="00197BCC">
          <w:rPr>
            <w:noProof/>
            <w:webHidden/>
          </w:rPr>
          <w:instrText xml:space="preserve"> PAGEREF _Toc66551053 \h </w:instrText>
        </w:r>
        <w:r w:rsidR="00197BCC">
          <w:rPr>
            <w:noProof/>
            <w:webHidden/>
          </w:rPr>
        </w:r>
        <w:r w:rsidR="00197BCC">
          <w:rPr>
            <w:noProof/>
            <w:webHidden/>
          </w:rPr>
          <w:fldChar w:fldCharType="separate"/>
        </w:r>
        <w:r w:rsidR="00197BCC">
          <w:rPr>
            <w:noProof/>
            <w:webHidden/>
          </w:rPr>
          <w:t>3</w:t>
        </w:r>
        <w:r w:rsidR="00197BCC">
          <w:rPr>
            <w:noProof/>
            <w:webHidden/>
          </w:rPr>
          <w:fldChar w:fldCharType="end"/>
        </w:r>
      </w:hyperlink>
    </w:p>
    <w:p w:rsidR="00197BCC" w:rsidRDefault="00ED428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551054" w:history="1">
        <w:r w:rsidR="00197BCC" w:rsidRPr="00CC2DE7">
          <w:rPr>
            <w:rStyle w:val="Hypertextovodkaz"/>
          </w:rPr>
          <w:t>1.</w:t>
        </w:r>
        <w:r w:rsidR="00197BC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97BCC" w:rsidRPr="00CC2DE7">
          <w:rPr>
            <w:rStyle w:val="Hypertextovodkaz"/>
          </w:rPr>
          <w:t>POJMY A DEFINICE</w:t>
        </w:r>
        <w:r w:rsidR="00197BCC">
          <w:rPr>
            <w:noProof/>
            <w:webHidden/>
          </w:rPr>
          <w:tab/>
        </w:r>
        <w:r w:rsidR="00197BCC">
          <w:rPr>
            <w:noProof/>
            <w:webHidden/>
          </w:rPr>
          <w:fldChar w:fldCharType="begin"/>
        </w:r>
        <w:r w:rsidR="00197BCC">
          <w:rPr>
            <w:noProof/>
            <w:webHidden/>
          </w:rPr>
          <w:instrText xml:space="preserve"> PAGEREF _Toc66551054 \h </w:instrText>
        </w:r>
        <w:r w:rsidR="00197BCC">
          <w:rPr>
            <w:noProof/>
            <w:webHidden/>
          </w:rPr>
        </w:r>
        <w:r w:rsidR="00197BCC">
          <w:rPr>
            <w:noProof/>
            <w:webHidden/>
          </w:rPr>
          <w:fldChar w:fldCharType="separate"/>
        </w:r>
        <w:r w:rsidR="00197BCC">
          <w:rPr>
            <w:noProof/>
            <w:webHidden/>
          </w:rPr>
          <w:t>4</w:t>
        </w:r>
        <w:r w:rsidR="00197BCC">
          <w:rPr>
            <w:noProof/>
            <w:webHidden/>
          </w:rPr>
          <w:fldChar w:fldCharType="end"/>
        </w:r>
      </w:hyperlink>
    </w:p>
    <w:p w:rsidR="00197BCC" w:rsidRDefault="00ED428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551055" w:history="1">
        <w:r w:rsidR="00197BCC" w:rsidRPr="00CC2DE7">
          <w:rPr>
            <w:rStyle w:val="Hypertextovodkaz"/>
            <w:rFonts w:asciiTheme="majorHAnsi" w:hAnsiTheme="majorHAnsi"/>
          </w:rPr>
          <w:t>1.2</w:t>
        </w:r>
        <w:r w:rsidR="00197BC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97BCC" w:rsidRPr="00CC2DE7">
          <w:rPr>
            <w:rStyle w:val="Hypertextovodkaz"/>
          </w:rPr>
          <w:t>Soupis prací</w:t>
        </w:r>
        <w:r w:rsidR="00197BCC">
          <w:rPr>
            <w:noProof/>
            <w:webHidden/>
          </w:rPr>
          <w:tab/>
        </w:r>
        <w:r w:rsidR="00197BCC">
          <w:rPr>
            <w:noProof/>
            <w:webHidden/>
          </w:rPr>
          <w:fldChar w:fldCharType="begin"/>
        </w:r>
        <w:r w:rsidR="00197BCC">
          <w:rPr>
            <w:noProof/>
            <w:webHidden/>
          </w:rPr>
          <w:instrText xml:space="preserve"> PAGEREF _Toc66551055 \h </w:instrText>
        </w:r>
        <w:r w:rsidR="00197BCC">
          <w:rPr>
            <w:noProof/>
            <w:webHidden/>
          </w:rPr>
        </w:r>
        <w:r w:rsidR="00197BCC">
          <w:rPr>
            <w:noProof/>
            <w:webHidden/>
          </w:rPr>
          <w:fldChar w:fldCharType="separate"/>
        </w:r>
        <w:r w:rsidR="00197BCC">
          <w:rPr>
            <w:noProof/>
            <w:webHidden/>
          </w:rPr>
          <w:t>4</w:t>
        </w:r>
        <w:r w:rsidR="00197BCC">
          <w:rPr>
            <w:noProof/>
            <w:webHidden/>
          </w:rPr>
          <w:fldChar w:fldCharType="end"/>
        </w:r>
      </w:hyperlink>
    </w:p>
    <w:p w:rsidR="00197BCC" w:rsidRDefault="00ED428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551056" w:history="1">
        <w:r w:rsidR="00197BCC" w:rsidRPr="00CC2DE7">
          <w:rPr>
            <w:rStyle w:val="Hypertextovodkaz"/>
            <w:rFonts w:asciiTheme="majorHAnsi" w:hAnsiTheme="majorHAnsi"/>
          </w:rPr>
          <w:t>1.3</w:t>
        </w:r>
        <w:r w:rsidR="00197BC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97BCC" w:rsidRPr="00CC2DE7">
          <w:rPr>
            <w:rStyle w:val="Hypertextovodkaz"/>
          </w:rPr>
          <w:t>Cenová soustava</w:t>
        </w:r>
        <w:r w:rsidR="00197BCC">
          <w:rPr>
            <w:noProof/>
            <w:webHidden/>
          </w:rPr>
          <w:tab/>
        </w:r>
        <w:r w:rsidR="00197BCC">
          <w:rPr>
            <w:noProof/>
            <w:webHidden/>
          </w:rPr>
          <w:fldChar w:fldCharType="begin"/>
        </w:r>
        <w:r w:rsidR="00197BCC">
          <w:rPr>
            <w:noProof/>
            <w:webHidden/>
          </w:rPr>
          <w:instrText xml:space="preserve"> PAGEREF _Toc66551056 \h </w:instrText>
        </w:r>
        <w:r w:rsidR="00197BCC">
          <w:rPr>
            <w:noProof/>
            <w:webHidden/>
          </w:rPr>
        </w:r>
        <w:r w:rsidR="00197BCC">
          <w:rPr>
            <w:noProof/>
            <w:webHidden/>
          </w:rPr>
          <w:fldChar w:fldCharType="separate"/>
        </w:r>
        <w:r w:rsidR="00197BCC">
          <w:rPr>
            <w:noProof/>
            <w:webHidden/>
          </w:rPr>
          <w:t>4</w:t>
        </w:r>
        <w:r w:rsidR="00197BCC">
          <w:rPr>
            <w:noProof/>
            <w:webHidden/>
          </w:rPr>
          <w:fldChar w:fldCharType="end"/>
        </w:r>
      </w:hyperlink>
    </w:p>
    <w:p w:rsidR="00197BCC" w:rsidRDefault="00ED428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551057" w:history="1">
        <w:r w:rsidR="00197BCC" w:rsidRPr="00CC2DE7">
          <w:rPr>
            <w:rStyle w:val="Hypertextovodkaz"/>
            <w:rFonts w:asciiTheme="majorHAnsi" w:hAnsiTheme="majorHAnsi"/>
          </w:rPr>
          <w:t>1.4</w:t>
        </w:r>
        <w:r w:rsidR="00197BC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97BCC" w:rsidRPr="00CC2DE7">
          <w:rPr>
            <w:rStyle w:val="Hypertextovodkaz"/>
          </w:rPr>
          <w:t>Měrné jednotky</w:t>
        </w:r>
        <w:r w:rsidR="00197BCC">
          <w:rPr>
            <w:noProof/>
            <w:webHidden/>
          </w:rPr>
          <w:tab/>
        </w:r>
        <w:r w:rsidR="00197BCC">
          <w:rPr>
            <w:noProof/>
            <w:webHidden/>
          </w:rPr>
          <w:fldChar w:fldCharType="begin"/>
        </w:r>
        <w:r w:rsidR="00197BCC">
          <w:rPr>
            <w:noProof/>
            <w:webHidden/>
          </w:rPr>
          <w:instrText xml:space="preserve"> PAGEREF _Toc66551057 \h </w:instrText>
        </w:r>
        <w:r w:rsidR="00197BCC">
          <w:rPr>
            <w:noProof/>
            <w:webHidden/>
          </w:rPr>
        </w:r>
        <w:r w:rsidR="00197BCC">
          <w:rPr>
            <w:noProof/>
            <w:webHidden/>
          </w:rPr>
          <w:fldChar w:fldCharType="separate"/>
        </w:r>
        <w:r w:rsidR="00197BCC">
          <w:rPr>
            <w:noProof/>
            <w:webHidden/>
          </w:rPr>
          <w:t>4</w:t>
        </w:r>
        <w:r w:rsidR="00197BCC">
          <w:rPr>
            <w:noProof/>
            <w:webHidden/>
          </w:rPr>
          <w:fldChar w:fldCharType="end"/>
        </w:r>
      </w:hyperlink>
    </w:p>
    <w:p w:rsidR="00197BCC" w:rsidRDefault="00ED428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551058" w:history="1">
        <w:r w:rsidR="00197BCC" w:rsidRPr="00CC2DE7">
          <w:rPr>
            <w:rStyle w:val="Hypertextovodkaz"/>
          </w:rPr>
          <w:t>2.</w:t>
        </w:r>
        <w:r w:rsidR="00197BC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97BCC" w:rsidRPr="00CC2DE7">
          <w:rPr>
            <w:rStyle w:val="Hypertextovodkaz"/>
          </w:rPr>
          <w:t>ZÁKLADNÍ PRAVIDLA PRO OCEŇOVÁNÍ SOUPISU PRACÍ</w:t>
        </w:r>
        <w:r w:rsidR="00197BCC">
          <w:rPr>
            <w:noProof/>
            <w:webHidden/>
          </w:rPr>
          <w:tab/>
        </w:r>
        <w:r w:rsidR="00197BCC">
          <w:rPr>
            <w:noProof/>
            <w:webHidden/>
          </w:rPr>
          <w:fldChar w:fldCharType="begin"/>
        </w:r>
        <w:r w:rsidR="00197BCC">
          <w:rPr>
            <w:noProof/>
            <w:webHidden/>
          </w:rPr>
          <w:instrText xml:space="preserve"> PAGEREF _Toc66551058 \h </w:instrText>
        </w:r>
        <w:r w:rsidR="00197BCC">
          <w:rPr>
            <w:noProof/>
            <w:webHidden/>
          </w:rPr>
        </w:r>
        <w:r w:rsidR="00197BCC">
          <w:rPr>
            <w:noProof/>
            <w:webHidden/>
          </w:rPr>
          <w:fldChar w:fldCharType="separate"/>
        </w:r>
        <w:r w:rsidR="00197BCC">
          <w:rPr>
            <w:noProof/>
            <w:webHidden/>
          </w:rPr>
          <w:t>4</w:t>
        </w:r>
        <w:r w:rsidR="00197BCC">
          <w:rPr>
            <w:noProof/>
            <w:webHidden/>
          </w:rPr>
          <w:fldChar w:fldCharType="end"/>
        </w:r>
      </w:hyperlink>
    </w:p>
    <w:p w:rsidR="00197BCC" w:rsidRDefault="00ED428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551059" w:history="1">
        <w:r w:rsidR="00197BCC" w:rsidRPr="00CC2DE7">
          <w:rPr>
            <w:rStyle w:val="Hypertextovodkaz"/>
          </w:rPr>
          <w:t>3.</w:t>
        </w:r>
        <w:r w:rsidR="00197BC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97BCC" w:rsidRPr="00CC2DE7">
          <w:rPr>
            <w:rStyle w:val="Hypertextovodkaz"/>
          </w:rPr>
          <w:t>MĚŘENÍ</w:t>
        </w:r>
        <w:r w:rsidR="00197BCC">
          <w:rPr>
            <w:noProof/>
            <w:webHidden/>
          </w:rPr>
          <w:tab/>
        </w:r>
        <w:r w:rsidR="00197BCC">
          <w:rPr>
            <w:noProof/>
            <w:webHidden/>
          </w:rPr>
          <w:fldChar w:fldCharType="begin"/>
        </w:r>
        <w:r w:rsidR="00197BCC">
          <w:rPr>
            <w:noProof/>
            <w:webHidden/>
          </w:rPr>
          <w:instrText xml:space="preserve"> PAGEREF _Toc66551059 \h </w:instrText>
        </w:r>
        <w:r w:rsidR="00197BCC">
          <w:rPr>
            <w:noProof/>
            <w:webHidden/>
          </w:rPr>
        </w:r>
        <w:r w:rsidR="00197BCC">
          <w:rPr>
            <w:noProof/>
            <w:webHidden/>
          </w:rPr>
          <w:fldChar w:fldCharType="separate"/>
        </w:r>
        <w:r w:rsidR="00197BCC">
          <w:rPr>
            <w:noProof/>
            <w:webHidden/>
          </w:rPr>
          <w:t>7</w:t>
        </w:r>
        <w:r w:rsidR="00197BCC">
          <w:rPr>
            <w:noProof/>
            <w:webHidden/>
          </w:rPr>
          <w:fldChar w:fldCharType="end"/>
        </w:r>
      </w:hyperlink>
    </w:p>
    <w:p w:rsidR="00197BCC" w:rsidRDefault="00ED428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551060" w:history="1">
        <w:r w:rsidR="00197BCC" w:rsidRPr="00CC2DE7">
          <w:rPr>
            <w:rStyle w:val="Hypertextovodkaz"/>
          </w:rPr>
          <w:t>4.</w:t>
        </w:r>
        <w:r w:rsidR="00197BC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97BCC" w:rsidRPr="00CC2DE7">
          <w:rPr>
            <w:rStyle w:val="Hypertextovodkaz"/>
          </w:rPr>
          <w:t>SROVNATELNÉ VÝROBKY, ALTERNATIVY MATERIÁLŮ A PROVEDENÍ</w:t>
        </w:r>
        <w:r w:rsidR="00197BCC">
          <w:rPr>
            <w:noProof/>
            <w:webHidden/>
          </w:rPr>
          <w:tab/>
        </w:r>
        <w:r w:rsidR="00197BCC">
          <w:rPr>
            <w:noProof/>
            <w:webHidden/>
          </w:rPr>
          <w:fldChar w:fldCharType="begin"/>
        </w:r>
        <w:r w:rsidR="00197BCC">
          <w:rPr>
            <w:noProof/>
            <w:webHidden/>
          </w:rPr>
          <w:instrText xml:space="preserve"> PAGEREF _Toc66551060 \h </w:instrText>
        </w:r>
        <w:r w:rsidR="00197BCC">
          <w:rPr>
            <w:noProof/>
            <w:webHidden/>
          </w:rPr>
        </w:r>
        <w:r w:rsidR="00197BCC">
          <w:rPr>
            <w:noProof/>
            <w:webHidden/>
          </w:rPr>
          <w:fldChar w:fldCharType="separate"/>
        </w:r>
        <w:r w:rsidR="00197BCC">
          <w:rPr>
            <w:noProof/>
            <w:webHidden/>
          </w:rPr>
          <w:t>7</w:t>
        </w:r>
        <w:r w:rsidR="00197BCC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197BCC" w:rsidRDefault="00197BCC" w:rsidP="008D03B9"/>
    <w:p w:rsidR="00197BCC" w:rsidRDefault="00197BCC" w:rsidP="008D03B9"/>
    <w:p w:rsidR="00AD0C7B" w:rsidRDefault="00AD0C7B" w:rsidP="00240E69">
      <w:pPr>
        <w:pStyle w:val="Nadpisbezsl1-1"/>
        <w:outlineLvl w:val="0"/>
      </w:pPr>
      <w:bookmarkStart w:id="0" w:name="_Toc66551053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F31FC">
            <w:pPr>
              <w:pStyle w:val="Zkratky1"/>
              <w:tabs>
                <w:tab w:val="left" w:pos="570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  <w:r w:rsidR="005F31FC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C84BB4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84BB4" w:rsidRPr="00AD0C7B" w:rsidRDefault="00C84BB4" w:rsidP="005F31FC">
            <w:pPr>
              <w:pStyle w:val="Zkratky1"/>
              <w:tabs>
                <w:tab w:val="left" w:pos="570"/>
              </w:tabs>
            </w:pPr>
            <w:r>
              <w:t>SFDI</w:t>
            </w:r>
            <w:r w:rsidRPr="00C84BB4">
              <w:tab/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84BB4" w:rsidRPr="006115D3" w:rsidRDefault="00C84BB4" w:rsidP="00BC06B4">
            <w:pPr>
              <w:pStyle w:val="Zkratky2"/>
            </w:pPr>
            <w:r>
              <w:t>Státní fond dopravní infastruktury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>OTSKP</w:t>
            </w:r>
            <w:r w:rsidR="00C84BB4">
              <w:t xml:space="preserve"> - ŽS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C84BB4" w:rsidP="00BC06B4">
            <w:pPr>
              <w:pStyle w:val="Zkratky2"/>
            </w:pPr>
            <w:r>
              <w:t>SFDI Oborový Třídník Stavebních Konstrukcí a Prací Železničních Staveb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C84BB4" w:rsidP="00C84BB4">
            <w:pPr>
              <w:pStyle w:val="Zkratky2"/>
            </w:pPr>
            <w:r>
              <w:t>Stavby Pozemních Komunikací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9D3FF4" w:rsidP="00BC06B4">
            <w:pPr>
              <w:pStyle w:val="Zkratky2"/>
            </w:pPr>
            <w:r w:rsidRPr="009D3FF4">
              <w:t>Cenová soustava ÚRS (CS ÚRS) je ucelený systém informací, metodických návodů a postupů pro stanovení ceny stavebního díla. Všechny informace jsou integrovány do strukturované multimediální databáze. CS ÚRS pomáhá investorům, projektantům i dodavatelům ve všech fázích výstavby – při přípravě stavby i její realizaci. Slouží jako zdroj informací o cenách materiálů, výrobků, stavebních prací. Je nepostradatelným nástrojem každého, kdo se věnuje problematice cen stavebního díla.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C84BB4">
            <w:pPr>
              <w:pStyle w:val="Zkratky1"/>
            </w:pPr>
            <w:r>
              <w:t>SŽ</w:t>
            </w:r>
            <w:r w:rsidR="00C84BB4">
              <w:t xml:space="preserve">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C84BB4">
            <w:pPr>
              <w:pStyle w:val="Zkratky2"/>
            </w:pPr>
            <w:r>
              <w:t xml:space="preserve">Správa </w:t>
            </w:r>
            <w:r w:rsidR="00C84BB4">
              <w:t>železnic</w:t>
            </w:r>
            <w:r>
              <w:t>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66551054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</w:t>
      </w:r>
      <w:r w:rsidR="009D3FF4">
        <w:t xml:space="preserve"> (DSP = PDPS)</w:t>
      </w:r>
      <w:r>
        <w:t>, která je součástí zadávací dokumentace.</w:t>
      </w:r>
    </w:p>
    <w:p w:rsidR="005E07BA" w:rsidRDefault="005E07BA" w:rsidP="005E07BA">
      <w:pPr>
        <w:pStyle w:val="Nadpis2-2"/>
      </w:pPr>
      <w:bookmarkStart w:id="6" w:name="_Toc66551055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66551056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66551057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66551058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</w:t>
      </w:r>
      <w:r>
        <w:lastRenderedPageBreak/>
        <w:t>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2225F0">
      <w:pPr>
        <w:pStyle w:val="Odrka1-2-"/>
        <w:numPr>
          <w:ilvl w:val="0"/>
          <w:numId w:val="0"/>
        </w:numPr>
        <w:ind w:left="1077"/>
      </w:pP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 xml:space="preserve">případě, že nabídka takové vysvětlení nebude obsahovat, zadavatel bude takovou </w:t>
      </w:r>
      <w:r>
        <w:lastRenderedPageBreak/>
        <w:t>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předpisu </w:t>
      </w:r>
      <w:r w:rsidRPr="00E95490">
        <w:t>XC4</w:t>
      </w:r>
      <w:r>
        <w:t>).</w:t>
      </w:r>
    </w:p>
    <w:p w:rsidR="00443992" w:rsidRDefault="00443992" w:rsidP="00443992">
      <w:pPr>
        <w:pStyle w:val="Text2-1"/>
      </w:pPr>
      <w:r w:rsidRPr="00443992">
        <w:t xml:space="preserve">Stavební objekt „SO 50-16-01 kácení zeleně a náhradní výsadba“ byl již částečně realizován v mimovegetačním období na počátku roku 2021 tak, aby zhotovitel stavby měl připraveny plochy stavby pro realizační etapu stavby v roce 2021. Náklady realizace tohoto SO tak budou v nabídce zhotovitele sníženy o práce již provedené – dle výkazu výměr „Výkaz výměr k ocenění Kácení 1_etapa R-VS 4.xlsx“ a dle souvisejícího souboru „Tabulka_stromy_porosty_Kácení_1_etapa 4.xlsx“ (viz příloha </w:t>
      </w:r>
      <w:r w:rsidRPr="00443992">
        <w:fldChar w:fldCharType="begin"/>
      </w:r>
      <w:r w:rsidRPr="00443992">
        <w:instrText xml:space="preserve"> REF _Ref67925329 \r \h </w:instrText>
      </w:r>
      <w:r>
        <w:instrText xml:space="preserve"> \* MERGEFORMAT </w:instrText>
      </w:r>
      <w:r w:rsidRPr="00443992">
        <w:fldChar w:fldCharType="separate"/>
      </w:r>
      <w:r w:rsidRPr="00443992">
        <w:t>7.1.1</w:t>
      </w:r>
      <w:r w:rsidRPr="00443992">
        <w:fldChar w:fldCharType="end"/>
      </w:r>
      <w:r w:rsidRPr="00443992">
        <w:t xml:space="preserve"> ZTP). Objednatel upozorňuje, že odstranění dřevin bylo v této etapě provedeno bez likvidace kořenového systému a pařezů. V nabídkovém rozpočtu Zhotovitele tak bude zohledněna likvidace kořenových systémů a pařezů</w:t>
      </w:r>
      <w:r>
        <w:t xml:space="preserve"> i už smýcených dřevin</w:t>
      </w:r>
      <w:r w:rsidRPr="00443992">
        <w:t>.</w:t>
      </w:r>
    </w:p>
    <w:p w:rsidR="005E07BA" w:rsidRDefault="005E07BA" w:rsidP="005E07BA">
      <w:pPr>
        <w:pStyle w:val="Nadpis2-1"/>
      </w:pPr>
      <w:bookmarkStart w:id="10" w:name="_Toc66551059"/>
      <w:r>
        <w:t>MĚŘENÍ</w:t>
      </w:r>
      <w:bookmarkEnd w:id="10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1" w:name="_Toc66551060"/>
      <w:r>
        <w:t>SROVNATELNÉ V</w:t>
      </w:r>
      <w:r w:rsidR="00277875">
        <w:t>ÝROBKY, ALTERNATIVY MATERIÁLŮ A </w:t>
      </w:r>
      <w:r>
        <w:t>PROVEDENÍ</w:t>
      </w:r>
      <w:bookmarkEnd w:id="11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197BCC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197BCC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008" w:rsidRDefault="006B7008" w:rsidP="00962258">
      <w:pPr>
        <w:spacing w:after="0" w:line="240" w:lineRule="auto"/>
      </w:pPr>
      <w:r>
        <w:separator/>
      </w:r>
    </w:p>
  </w:endnote>
  <w:endnote w:type="continuationSeparator" w:id="0">
    <w:p w:rsidR="006B7008" w:rsidRDefault="006B70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428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428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ED4288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ED4288">
            <w:rPr>
              <w:b/>
              <w:bCs/>
              <w:noProof/>
            </w:rPr>
            <w:t>Rekonstrukce ŽST</w:t>
          </w:r>
          <w:r w:rsidRPr="00ED4288">
            <w:rPr>
              <w:b/>
              <w:noProof/>
            </w:rPr>
            <w:t xml:space="preserve"> Vsetín</w:t>
          </w:r>
          <w:r>
            <w:rPr>
              <w:b/>
              <w:noProof/>
            </w:rPr>
            <w:fldChar w:fldCharType="end"/>
          </w:r>
        </w:p>
        <w:p w:rsidR="00CF0EF4" w:rsidRPr="003462EB" w:rsidRDefault="00A93A6F" w:rsidP="00C87634">
          <w:pPr>
            <w:pStyle w:val="Zpatvlevo"/>
          </w:pPr>
          <w:r w:rsidRPr="00A93A6F">
            <w:t>KOMENTÁŘ K SOUPISU PRACÍ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ED4288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ED4288">
            <w:rPr>
              <w:b/>
              <w:bCs/>
              <w:noProof/>
            </w:rPr>
            <w:t>Rekonstrukce ŽST</w:t>
          </w:r>
          <w:r>
            <w:rPr>
              <w:noProof/>
            </w:rPr>
            <w:t xml:space="preserve"> Vsetín</w:t>
          </w:r>
          <w:r>
            <w:rPr>
              <w:noProof/>
            </w:rPr>
            <w:fldChar w:fldCharType="end"/>
          </w:r>
        </w:p>
        <w:p w:rsidR="00CF0EF4" w:rsidRPr="003462EB" w:rsidRDefault="00ED4288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ED4288">
            <w:t>KOMENTÁŘ K SOUPISU PRACÍ</w:t>
          </w:r>
          <w:bookmarkStart w:id="12" w:name="_GoBack"/>
          <w:bookmarkEnd w:id="12"/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428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428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B5A" w:rsidRPr="00A616BE" w:rsidRDefault="00092B5A" w:rsidP="00092B5A">
    <w:pPr>
      <w:pStyle w:val="Zpat"/>
      <w:rPr>
        <w:sz w:val="12"/>
        <w:szCs w:val="12"/>
      </w:rPr>
    </w:pPr>
    <w:r w:rsidRPr="00A616BE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:rsidR="00092B5A" w:rsidRPr="00460660" w:rsidRDefault="00092B5A" w:rsidP="00092B5A">
    <w:pPr>
      <w:pStyle w:val="Zpat"/>
      <w:rPr>
        <w:sz w:val="2"/>
        <w:szCs w:val="2"/>
      </w:rPr>
    </w:pPr>
  </w:p>
  <w:p w:rsidR="00CF0EF4" w:rsidRPr="000B3162" w:rsidRDefault="00ED4288" w:rsidP="00CF0EF4">
    <w:pPr>
      <w:pStyle w:val="Zpat"/>
      <w:rPr>
        <w:rFonts w:cs="Calibri"/>
        <w:sz w:val="12"/>
        <w:szCs w:val="12"/>
      </w:rPr>
    </w:pPr>
    <w:r>
      <w:rPr>
        <w:rFonts w:cs="Calibri"/>
        <w:noProof/>
        <w:sz w:val="12"/>
        <w:szCs w:val="12"/>
        <w:lang w:eastAsia="cs-CZ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097" type="#_x0000_t75" style="position:absolute;margin-left:0;margin-top:-53.85pt;width:335.55pt;height:36.7pt;z-index:251674624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4097" DrawAspect="Content" ObjectID="_1684233386" r:id="rId2"/>
      </w:obje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008" w:rsidRDefault="006B7008" w:rsidP="00962258">
      <w:pPr>
        <w:spacing w:after="0" w:line="240" w:lineRule="auto"/>
      </w:pPr>
      <w:r>
        <w:separator/>
      </w:r>
    </w:p>
  </w:footnote>
  <w:footnote w:type="continuationSeparator" w:id="0">
    <w:p w:rsidR="006B7008" w:rsidRDefault="006B70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A6F" w:rsidRDefault="00A93A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AF6BDC9" wp14:editId="36DB718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 w:numId="47">
    <w:abstractNumId w:val="2"/>
  </w:num>
  <w:num w:numId="48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162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92B5A"/>
    <w:rsid w:val="000B3162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97BCC"/>
    <w:rsid w:val="001B4E74"/>
    <w:rsid w:val="001B7668"/>
    <w:rsid w:val="001C645F"/>
    <w:rsid w:val="001D17AC"/>
    <w:rsid w:val="001D1F8C"/>
    <w:rsid w:val="001E678E"/>
    <w:rsid w:val="001F76D6"/>
    <w:rsid w:val="002071BB"/>
    <w:rsid w:val="00207DF5"/>
    <w:rsid w:val="00222434"/>
    <w:rsid w:val="002225F0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C33F2"/>
    <w:rsid w:val="003D756E"/>
    <w:rsid w:val="003E420D"/>
    <w:rsid w:val="003E4C13"/>
    <w:rsid w:val="004078F3"/>
    <w:rsid w:val="004117B4"/>
    <w:rsid w:val="00427794"/>
    <w:rsid w:val="00443992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5F31FC"/>
    <w:rsid w:val="00601A8C"/>
    <w:rsid w:val="0061068E"/>
    <w:rsid w:val="006115D3"/>
    <w:rsid w:val="00617C5D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B7008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19AE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D3FF4"/>
    <w:rsid w:val="009E07F4"/>
    <w:rsid w:val="009E7B55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3A6F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4326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84BB4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7182"/>
    <w:rsid w:val="00D20741"/>
    <w:rsid w:val="00D21061"/>
    <w:rsid w:val="00D322B7"/>
    <w:rsid w:val="00D349D0"/>
    <w:rsid w:val="00D4108E"/>
    <w:rsid w:val="00D421BB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95490"/>
    <w:rsid w:val="00EA6EC7"/>
    <w:rsid w:val="00EB104F"/>
    <w:rsid w:val="00EB46E5"/>
    <w:rsid w:val="00ED0703"/>
    <w:rsid w:val="00ED14BD"/>
    <w:rsid w:val="00ED4288"/>
    <w:rsid w:val="00F016C7"/>
    <w:rsid w:val="00F018EB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efaultImageDpi w14:val="32767"/>
  <w15:docId w15:val="{1AC7B015-F966-4A50-87A3-0C90BD98A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lupa\Desktop\Tendr%20R-VS\KSP_R(R-F)_VZOR_2101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81A1D89F4A24DB1BBEDD0FC8A01BD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EA0BD1-B164-4642-8702-8E44551379AC}"/>
      </w:docPartPr>
      <w:docPartBody>
        <w:p w:rsidR="00373CA6" w:rsidRDefault="00643079">
          <w:pPr>
            <w:pStyle w:val="681A1D89F4A24DB1BBEDD0FC8A01BD9B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079"/>
    <w:rsid w:val="00373CA6"/>
    <w:rsid w:val="00643079"/>
    <w:rsid w:val="00945617"/>
    <w:rsid w:val="00E9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81A1D89F4A24DB1BBEDD0FC8A01BD9B">
    <w:name w:val="681A1D89F4A24DB1BBEDD0FC8A01BD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4D7297-80C8-49CF-B3A9-D845C8DA8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KSP_R(R-F)_VZOR_210120</Template>
  <TotalTime>119</TotalTime>
  <Pages>6</Pages>
  <Words>2020</Words>
  <Characters>11922</Characters>
  <Application>Microsoft Office Word</Application>
  <DocSecurity>0</DocSecurity>
  <Lines>99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Chalupa Tomáš, Ing.</dc:creator>
  <cp:lastModifiedBy>Rečková Radomíra, Ing.</cp:lastModifiedBy>
  <cp:revision>11</cp:revision>
  <cp:lastPrinted>2019-03-13T10:28:00Z</cp:lastPrinted>
  <dcterms:created xsi:type="dcterms:W3CDTF">2021-03-13T15:19:00Z</dcterms:created>
  <dcterms:modified xsi:type="dcterms:W3CDTF">2021-06-03T11:50:00Z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